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E1D" w:rsidRPr="00475286" w:rsidRDefault="005D0E1D" w:rsidP="002D530E">
      <w:pPr>
        <w:spacing w:before="100" w:beforeAutospacing="1" w:after="225" w:line="288" w:lineRule="auto"/>
        <w:jc w:val="center"/>
        <w:rPr>
          <w:color w:val="212121"/>
          <w:sz w:val="28"/>
          <w:szCs w:val="28"/>
        </w:rPr>
      </w:pPr>
      <w:r w:rsidRPr="00475286">
        <w:rPr>
          <w:color w:val="212121"/>
          <w:sz w:val="28"/>
          <w:szCs w:val="28"/>
        </w:rPr>
        <w:t>З А Я В Л Е Н И Е</w:t>
      </w:r>
    </w:p>
    <w:p w:rsidR="005D0E1D" w:rsidRPr="00475286" w:rsidRDefault="005D0E1D" w:rsidP="002D530E">
      <w:pPr>
        <w:spacing w:before="100" w:beforeAutospacing="1" w:after="225" w:line="288" w:lineRule="auto"/>
        <w:rPr>
          <w:color w:val="212121"/>
          <w:sz w:val="28"/>
          <w:szCs w:val="28"/>
        </w:rPr>
      </w:pPr>
      <w:r w:rsidRPr="00475286">
        <w:rPr>
          <w:color w:val="212121"/>
          <w:sz w:val="28"/>
          <w:szCs w:val="28"/>
        </w:rPr>
        <w:t> </w:t>
      </w:r>
    </w:p>
    <w:p w:rsidR="005D0E1D" w:rsidRPr="00475286" w:rsidRDefault="005D0E1D" w:rsidP="002D530E">
      <w:pPr>
        <w:spacing w:before="100" w:beforeAutospacing="1" w:after="225" w:line="288" w:lineRule="auto"/>
        <w:ind w:firstLine="708"/>
        <w:rPr>
          <w:color w:val="212121"/>
          <w:sz w:val="28"/>
          <w:szCs w:val="28"/>
        </w:rPr>
      </w:pPr>
      <w:r w:rsidRPr="00475286">
        <w:rPr>
          <w:color w:val="212121"/>
          <w:sz w:val="28"/>
          <w:szCs w:val="28"/>
        </w:rPr>
        <w:t>Прошу принять меня в члены добровольной народной дружины по охране общественного порядка на терри</w:t>
      </w:r>
      <w:r>
        <w:rPr>
          <w:color w:val="212121"/>
          <w:sz w:val="28"/>
          <w:szCs w:val="28"/>
        </w:rPr>
        <w:t>тории сельского поселения «Дунда-К</w:t>
      </w:r>
      <w:r w:rsidRPr="00475286">
        <w:rPr>
          <w:color w:val="212121"/>
          <w:sz w:val="28"/>
          <w:szCs w:val="28"/>
        </w:rPr>
        <w:t>иретское» Бичурского района Республики Бурятия.</w:t>
      </w:r>
    </w:p>
    <w:p w:rsidR="005D0E1D" w:rsidRPr="00475286" w:rsidRDefault="005D0E1D" w:rsidP="002D530E">
      <w:pPr>
        <w:spacing w:before="100" w:beforeAutospacing="1" w:after="225" w:line="288" w:lineRule="auto"/>
        <w:rPr>
          <w:color w:val="212121"/>
          <w:sz w:val="28"/>
          <w:szCs w:val="28"/>
        </w:rPr>
      </w:pPr>
      <w:r w:rsidRPr="00475286">
        <w:rPr>
          <w:rFonts w:ascii="Arial" w:hAnsi="Arial" w:cs="Arial"/>
          <w:color w:val="212121"/>
          <w:sz w:val="28"/>
          <w:szCs w:val="28"/>
        </w:rPr>
        <w:t> </w:t>
      </w:r>
    </w:p>
    <w:p w:rsidR="005D0E1D" w:rsidRDefault="005D0E1D" w:rsidP="00475286">
      <w:pPr>
        <w:pStyle w:val="NoSpacing"/>
      </w:pPr>
      <w:r w:rsidRPr="00475286">
        <w:t> _________________________________________________________</w:t>
      </w:r>
      <w:r>
        <w:t>___________________________________</w:t>
      </w:r>
    </w:p>
    <w:p w:rsidR="005D0E1D" w:rsidRDefault="005D0E1D" w:rsidP="00475286">
      <w:pPr>
        <w:pStyle w:val="NoSpacing"/>
      </w:pPr>
      <w:r>
        <w:rPr>
          <w:sz w:val="16"/>
          <w:szCs w:val="16"/>
        </w:rPr>
        <w:t xml:space="preserve">                                                                                           </w:t>
      </w:r>
      <w:r w:rsidRPr="00475286">
        <w:rPr>
          <w:sz w:val="16"/>
          <w:szCs w:val="16"/>
        </w:rPr>
        <w:t>ФИО, дата рождения, место жительства</w:t>
      </w:r>
    </w:p>
    <w:p w:rsidR="005D0E1D" w:rsidRDefault="005D0E1D" w:rsidP="00475286">
      <w:pPr>
        <w:pStyle w:val="NoSpacing"/>
      </w:pPr>
      <w:r>
        <w:t>__________________________________________________________________________________________________________________________________________________________________________________________</w:t>
      </w:r>
    </w:p>
    <w:p w:rsidR="005D0E1D" w:rsidRPr="00475286" w:rsidRDefault="005D0E1D" w:rsidP="002D530E">
      <w:pPr>
        <w:spacing w:before="100" w:beforeAutospacing="1" w:after="225" w:line="288" w:lineRule="auto"/>
        <w:rPr>
          <w:color w:val="212121"/>
          <w:sz w:val="16"/>
          <w:szCs w:val="16"/>
        </w:rPr>
      </w:pPr>
    </w:p>
    <w:p w:rsidR="005D0E1D" w:rsidRPr="00475286" w:rsidRDefault="005D0E1D" w:rsidP="002D530E">
      <w:pPr>
        <w:spacing w:before="100" w:beforeAutospacing="1" w:after="225" w:line="288" w:lineRule="auto"/>
        <w:rPr>
          <w:color w:val="212121"/>
          <w:sz w:val="28"/>
          <w:szCs w:val="28"/>
          <w:vertAlign w:val="superscript"/>
        </w:rPr>
      </w:pPr>
      <w:r w:rsidRPr="00475286">
        <w:rPr>
          <w:color w:val="212121"/>
          <w:sz w:val="28"/>
          <w:szCs w:val="28"/>
          <w:vertAlign w:val="superscript"/>
        </w:rPr>
        <w:t>Паспорт серии _________________________________________________________________________</w:t>
      </w:r>
    </w:p>
    <w:p w:rsidR="005D0E1D" w:rsidRPr="00475286" w:rsidRDefault="005D0E1D" w:rsidP="002D530E">
      <w:pPr>
        <w:spacing w:before="100" w:beforeAutospacing="1" w:after="225" w:line="288" w:lineRule="auto"/>
        <w:rPr>
          <w:color w:val="212121"/>
          <w:sz w:val="28"/>
          <w:szCs w:val="28"/>
          <w:vertAlign w:val="superscript"/>
        </w:rPr>
      </w:pPr>
      <w:r w:rsidRPr="00475286">
        <w:rPr>
          <w:color w:val="212121"/>
          <w:sz w:val="28"/>
          <w:szCs w:val="28"/>
          <w:vertAlign w:val="superscript"/>
        </w:rPr>
        <w:t>выдан _________________________________________________________________________________</w:t>
      </w:r>
    </w:p>
    <w:p w:rsidR="005D0E1D" w:rsidRPr="00475286" w:rsidRDefault="005D0E1D" w:rsidP="002D530E">
      <w:pPr>
        <w:spacing w:before="100" w:beforeAutospacing="1" w:after="225" w:line="288" w:lineRule="auto"/>
        <w:rPr>
          <w:rFonts w:ascii="Arial" w:hAnsi="Arial" w:cs="Arial"/>
          <w:color w:val="212121"/>
          <w:sz w:val="28"/>
          <w:szCs w:val="28"/>
        </w:rPr>
      </w:pPr>
      <w:r w:rsidRPr="00475286">
        <w:rPr>
          <w:rFonts w:ascii="Arial" w:hAnsi="Arial" w:cs="Arial"/>
          <w:color w:val="212121"/>
          <w:sz w:val="28"/>
          <w:szCs w:val="28"/>
        </w:rPr>
        <w:t>______________________ ( ___________________ )</w:t>
      </w:r>
    </w:p>
    <w:p w:rsidR="005D0E1D" w:rsidRPr="00475286" w:rsidRDefault="005D0E1D" w:rsidP="002D530E">
      <w:pPr>
        <w:spacing w:before="100" w:beforeAutospacing="1" w:after="225" w:line="288" w:lineRule="auto"/>
        <w:rPr>
          <w:color w:val="212121"/>
          <w:sz w:val="28"/>
          <w:szCs w:val="28"/>
          <w:vertAlign w:val="superscript"/>
        </w:rPr>
      </w:pPr>
      <w:r w:rsidRPr="00475286">
        <w:rPr>
          <w:rFonts w:ascii="Arial" w:hAnsi="Arial" w:cs="Arial"/>
          <w:color w:val="212121"/>
          <w:sz w:val="28"/>
          <w:szCs w:val="28"/>
          <w:vertAlign w:val="superscript"/>
        </w:rPr>
        <w:t xml:space="preserve">                      </w:t>
      </w:r>
      <w:r w:rsidRPr="00475286">
        <w:rPr>
          <w:color w:val="212121"/>
          <w:sz w:val="28"/>
          <w:szCs w:val="28"/>
          <w:vertAlign w:val="superscript"/>
        </w:rPr>
        <w:t>(подпись)                                  (расшифровка  подписи)</w:t>
      </w:r>
    </w:p>
    <w:p w:rsidR="005D0E1D" w:rsidRPr="00475286" w:rsidRDefault="005D0E1D" w:rsidP="002D530E">
      <w:pPr>
        <w:spacing w:before="100" w:beforeAutospacing="1" w:after="225" w:line="288" w:lineRule="auto"/>
        <w:rPr>
          <w:color w:val="212121"/>
          <w:sz w:val="28"/>
          <w:szCs w:val="28"/>
          <w:vertAlign w:val="superscript"/>
        </w:rPr>
      </w:pPr>
    </w:p>
    <w:p w:rsidR="005D0E1D" w:rsidRDefault="005D0E1D" w:rsidP="00475286">
      <w:pPr>
        <w:pStyle w:val="NoSpacing"/>
      </w:pPr>
      <w:r w:rsidRPr="002D530E">
        <w:t>________</w:t>
      </w:r>
      <w:r>
        <w:t>_____________</w:t>
      </w:r>
    </w:p>
    <w:p w:rsidR="005D0E1D" w:rsidRPr="00475286" w:rsidRDefault="005D0E1D" w:rsidP="00475286">
      <w:pPr>
        <w:pStyle w:val="NoSpacing"/>
      </w:pPr>
      <w:r>
        <w:rPr>
          <w:sz w:val="15"/>
          <w:szCs w:val="15"/>
          <w:vertAlign w:val="superscript"/>
        </w:rPr>
        <w:t>(</w:t>
      </w:r>
      <w:r w:rsidRPr="002D530E">
        <w:rPr>
          <w:sz w:val="24"/>
          <w:szCs w:val="24"/>
          <w:vertAlign w:val="superscript"/>
        </w:rPr>
        <w:t xml:space="preserve">дата подачи заявления   </w:t>
      </w:r>
    </w:p>
    <w:p w:rsidR="005D0E1D" w:rsidRPr="002D530E" w:rsidRDefault="005D0E1D" w:rsidP="002D530E">
      <w:pPr>
        <w:spacing w:before="100" w:beforeAutospacing="1" w:after="225" w:line="288" w:lineRule="auto"/>
        <w:rPr>
          <w:rFonts w:ascii="Arial" w:hAnsi="Arial" w:cs="Arial"/>
          <w:color w:val="212121"/>
          <w:sz w:val="18"/>
          <w:szCs w:val="18"/>
        </w:rPr>
      </w:pPr>
      <w:r w:rsidRPr="002D530E">
        <w:rPr>
          <w:rFonts w:ascii="Arial" w:hAnsi="Arial" w:cs="Arial"/>
          <w:color w:val="212121"/>
          <w:sz w:val="18"/>
          <w:szCs w:val="18"/>
        </w:rPr>
        <w:t> </w:t>
      </w:r>
    </w:p>
    <w:p w:rsidR="005D0E1D" w:rsidRPr="002D530E" w:rsidRDefault="005D0E1D" w:rsidP="002D530E">
      <w:pPr>
        <w:spacing w:before="100" w:beforeAutospacing="1" w:after="225" w:line="288" w:lineRule="auto"/>
        <w:rPr>
          <w:rFonts w:ascii="Arial" w:hAnsi="Arial" w:cs="Arial"/>
          <w:color w:val="212121"/>
          <w:sz w:val="18"/>
          <w:szCs w:val="18"/>
        </w:rPr>
      </w:pPr>
      <w:r w:rsidRPr="002D530E">
        <w:rPr>
          <w:rFonts w:ascii="Arial" w:hAnsi="Arial" w:cs="Arial"/>
          <w:color w:val="212121"/>
          <w:sz w:val="18"/>
          <w:szCs w:val="18"/>
        </w:rPr>
        <w:t> </w:t>
      </w:r>
    </w:p>
    <w:p w:rsidR="005D0E1D" w:rsidRPr="002D530E" w:rsidRDefault="005D0E1D" w:rsidP="002D530E">
      <w:pPr>
        <w:spacing w:before="100" w:beforeAutospacing="1" w:after="225" w:line="288" w:lineRule="auto"/>
        <w:rPr>
          <w:rFonts w:ascii="Arial" w:hAnsi="Arial" w:cs="Arial"/>
          <w:color w:val="212121"/>
          <w:sz w:val="18"/>
          <w:szCs w:val="18"/>
        </w:rPr>
      </w:pPr>
      <w:r w:rsidRPr="002D530E">
        <w:rPr>
          <w:rFonts w:ascii="Arial" w:hAnsi="Arial" w:cs="Arial"/>
          <w:color w:val="212121"/>
          <w:sz w:val="18"/>
          <w:szCs w:val="18"/>
        </w:rPr>
        <w:t> </w:t>
      </w:r>
    </w:p>
    <w:p w:rsidR="005D0E1D" w:rsidRDefault="005D0E1D" w:rsidP="002D530E"/>
    <w:p w:rsidR="005D0E1D" w:rsidRDefault="005D0E1D" w:rsidP="002D530E"/>
    <w:p w:rsidR="005D0E1D" w:rsidRDefault="005D0E1D" w:rsidP="002D530E"/>
    <w:p w:rsidR="005D0E1D" w:rsidRPr="00661E8E" w:rsidRDefault="005D0E1D" w:rsidP="002D530E">
      <w:pPr>
        <w:rPr>
          <w:sz w:val="28"/>
          <w:szCs w:val="28"/>
        </w:rPr>
      </w:pPr>
    </w:p>
    <w:sectPr w:rsidR="005D0E1D" w:rsidRPr="00661E8E" w:rsidSect="00226AAA">
      <w:pgSz w:w="11906" w:h="16838"/>
      <w:pgMar w:top="1134" w:right="566" w:bottom="1134" w:left="1133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E1D" w:rsidRDefault="005D0E1D" w:rsidP="00262986">
      <w:r>
        <w:separator/>
      </w:r>
    </w:p>
  </w:endnote>
  <w:endnote w:type="continuationSeparator" w:id="1">
    <w:p w:rsidR="005D0E1D" w:rsidRDefault="005D0E1D" w:rsidP="00262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E1D" w:rsidRDefault="005D0E1D" w:rsidP="00262986">
      <w:r>
        <w:separator/>
      </w:r>
    </w:p>
  </w:footnote>
  <w:footnote w:type="continuationSeparator" w:id="1">
    <w:p w:rsidR="005D0E1D" w:rsidRDefault="005D0E1D" w:rsidP="002629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D68E9"/>
    <w:multiLevelType w:val="multilevel"/>
    <w:tmpl w:val="346C6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5A204931"/>
    <w:multiLevelType w:val="multilevel"/>
    <w:tmpl w:val="343EA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65BE0511"/>
    <w:multiLevelType w:val="multilevel"/>
    <w:tmpl w:val="FE780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6D58"/>
    <w:rsid w:val="00022A97"/>
    <w:rsid w:val="00035CA2"/>
    <w:rsid w:val="000B6B06"/>
    <w:rsid w:val="000F6916"/>
    <w:rsid w:val="001017D6"/>
    <w:rsid w:val="0011159A"/>
    <w:rsid w:val="0015486E"/>
    <w:rsid w:val="00172CC9"/>
    <w:rsid w:val="00184258"/>
    <w:rsid w:val="00226AAA"/>
    <w:rsid w:val="00262986"/>
    <w:rsid w:val="002979AC"/>
    <w:rsid w:val="002C1AE1"/>
    <w:rsid w:val="002C79FF"/>
    <w:rsid w:val="002D530E"/>
    <w:rsid w:val="002F0678"/>
    <w:rsid w:val="003274CA"/>
    <w:rsid w:val="00337650"/>
    <w:rsid w:val="003578E7"/>
    <w:rsid w:val="0037437F"/>
    <w:rsid w:val="003873BD"/>
    <w:rsid w:val="003B1F4A"/>
    <w:rsid w:val="003F6FAA"/>
    <w:rsid w:val="0044441F"/>
    <w:rsid w:val="00475286"/>
    <w:rsid w:val="00480AB8"/>
    <w:rsid w:val="004C58AD"/>
    <w:rsid w:val="0050706D"/>
    <w:rsid w:val="00524DBC"/>
    <w:rsid w:val="00553858"/>
    <w:rsid w:val="0056018E"/>
    <w:rsid w:val="00577EF5"/>
    <w:rsid w:val="005A2B1D"/>
    <w:rsid w:val="005B317E"/>
    <w:rsid w:val="005D0E1D"/>
    <w:rsid w:val="005D136C"/>
    <w:rsid w:val="0065683D"/>
    <w:rsid w:val="00661E8E"/>
    <w:rsid w:val="00694983"/>
    <w:rsid w:val="006E399B"/>
    <w:rsid w:val="0070330F"/>
    <w:rsid w:val="00706718"/>
    <w:rsid w:val="007C374F"/>
    <w:rsid w:val="007E2958"/>
    <w:rsid w:val="00806778"/>
    <w:rsid w:val="0081452C"/>
    <w:rsid w:val="00841113"/>
    <w:rsid w:val="008663DC"/>
    <w:rsid w:val="008709FE"/>
    <w:rsid w:val="0089109E"/>
    <w:rsid w:val="008E5EC2"/>
    <w:rsid w:val="008F10C2"/>
    <w:rsid w:val="00922EEC"/>
    <w:rsid w:val="009666C5"/>
    <w:rsid w:val="00976B8A"/>
    <w:rsid w:val="009865F7"/>
    <w:rsid w:val="009A12BC"/>
    <w:rsid w:val="009B5261"/>
    <w:rsid w:val="00A05C01"/>
    <w:rsid w:val="00A308E9"/>
    <w:rsid w:val="00A45800"/>
    <w:rsid w:val="00A8008D"/>
    <w:rsid w:val="00AA682E"/>
    <w:rsid w:val="00AD6DE0"/>
    <w:rsid w:val="00AE32BA"/>
    <w:rsid w:val="00AE3F8A"/>
    <w:rsid w:val="00B73C61"/>
    <w:rsid w:val="00B82617"/>
    <w:rsid w:val="00BA2F27"/>
    <w:rsid w:val="00BA5524"/>
    <w:rsid w:val="00BC5FC9"/>
    <w:rsid w:val="00BE0877"/>
    <w:rsid w:val="00BE6956"/>
    <w:rsid w:val="00BF43E7"/>
    <w:rsid w:val="00C579F6"/>
    <w:rsid w:val="00C62097"/>
    <w:rsid w:val="00C64DFF"/>
    <w:rsid w:val="00CA2ECF"/>
    <w:rsid w:val="00CA697C"/>
    <w:rsid w:val="00CC287B"/>
    <w:rsid w:val="00CF7DD2"/>
    <w:rsid w:val="00D348B4"/>
    <w:rsid w:val="00D35400"/>
    <w:rsid w:val="00D80B74"/>
    <w:rsid w:val="00E17F3D"/>
    <w:rsid w:val="00E36EAD"/>
    <w:rsid w:val="00E64B48"/>
    <w:rsid w:val="00E734DA"/>
    <w:rsid w:val="00E848BF"/>
    <w:rsid w:val="00EB4335"/>
    <w:rsid w:val="00ED3CF9"/>
    <w:rsid w:val="00EF275E"/>
    <w:rsid w:val="00EF6D58"/>
    <w:rsid w:val="00F0319C"/>
    <w:rsid w:val="00F07270"/>
    <w:rsid w:val="00F35E5E"/>
    <w:rsid w:val="00F50B7D"/>
    <w:rsid w:val="00F74E11"/>
    <w:rsid w:val="00F76F04"/>
    <w:rsid w:val="00FB2D41"/>
    <w:rsid w:val="00FE0C73"/>
    <w:rsid w:val="00FF5EA2"/>
    <w:rsid w:val="00FF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97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link w:val="Heading2Char"/>
    <w:uiPriority w:val="99"/>
    <w:qFormat/>
    <w:rsid w:val="00E734DA"/>
    <w:pPr>
      <w:spacing w:before="150" w:after="225" w:line="240" w:lineRule="atLeast"/>
      <w:outlineLvl w:val="1"/>
    </w:pPr>
    <w:rPr>
      <w:color w:val="4C4C4C"/>
      <w:sz w:val="41"/>
      <w:szCs w:val="4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734DA"/>
    <w:rPr>
      <w:rFonts w:ascii="Times New Roman" w:hAnsi="Times New Roman" w:cs="Times New Roman"/>
      <w:color w:val="4C4C4C"/>
      <w:sz w:val="41"/>
      <w:szCs w:val="41"/>
      <w:lang w:eastAsia="ru-RU"/>
    </w:rPr>
  </w:style>
  <w:style w:type="paragraph" w:customStyle="1" w:styleId="ConsPlusNormal">
    <w:name w:val="ConsPlusNormal"/>
    <w:uiPriority w:val="99"/>
    <w:rsid w:val="008F10C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FE0C7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rsid w:val="003578E7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694983"/>
    <w:rPr>
      <w:color w:val="auto"/>
      <w:u w:val="none"/>
      <w:effect w:val="none"/>
    </w:rPr>
  </w:style>
  <w:style w:type="character" w:customStyle="1" w:styleId="fio2">
    <w:name w:val="fio2"/>
    <w:basedOn w:val="DefaultParagraphFont"/>
    <w:uiPriority w:val="99"/>
    <w:rsid w:val="00694983"/>
  </w:style>
  <w:style w:type="character" w:customStyle="1" w:styleId="fio3">
    <w:name w:val="fio3"/>
    <w:basedOn w:val="DefaultParagraphFont"/>
    <w:uiPriority w:val="99"/>
    <w:rsid w:val="00694983"/>
  </w:style>
  <w:style w:type="character" w:customStyle="1" w:styleId="others34">
    <w:name w:val="others34"/>
    <w:basedOn w:val="DefaultParagraphFont"/>
    <w:uiPriority w:val="99"/>
    <w:rsid w:val="00694983"/>
  </w:style>
  <w:style w:type="paragraph" w:customStyle="1" w:styleId="style4">
    <w:name w:val="style4"/>
    <w:basedOn w:val="Normal"/>
    <w:uiPriority w:val="99"/>
    <w:rsid w:val="00694983"/>
    <w:pPr>
      <w:spacing w:after="150"/>
    </w:pPr>
    <w:rPr>
      <w:sz w:val="24"/>
      <w:szCs w:val="24"/>
    </w:rPr>
  </w:style>
  <w:style w:type="character" w:customStyle="1" w:styleId="others35">
    <w:name w:val="others35"/>
    <w:basedOn w:val="DefaultParagraphFont"/>
    <w:uiPriority w:val="99"/>
    <w:rsid w:val="00694983"/>
  </w:style>
  <w:style w:type="character" w:customStyle="1" w:styleId="others2">
    <w:name w:val="others2"/>
    <w:basedOn w:val="DefaultParagraphFont"/>
    <w:uiPriority w:val="99"/>
    <w:rsid w:val="00694983"/>
  </w:style>
  <w:style w:type="character" w:customStyle="1" w:styleId="nomer2">
    <w:name w:val="nomer2"/>
    <w:basedOn w:val="DefaultParagraphFont"/>
    <w:uiPriority w:val="99"/>
    <w:rsid w:val="00694983"/>
  </w:style>
  <w:style w:type="character" w:customStyle="1" w:styleId="others3">
    <w:name w:val="others3"/>
    <w:basedOn w:val="DefaultParagraphFont"/>
    <w:uiPriority w:val="99"/>
    <w:rsid w:val="00694983"/>
  </w:style>
  <w:style w:type="character" w:customStyle="1" w:styleId="data2">
    <w:name w:val="data2"/>
    <w:basedOn w:val="DefaultParagraphFont"/>
    <w:uiPriority w:val="99"/>
    <w:rsid w:val="00694983"/>
  </w:style>
  <w:style w:type="character" w:customStyle="1" w:styleId="others4">
    <w:name w:val="others4"/>
    <w:basedOn w:val="DefaultParagraphFont"/>
    <w:uiPriority w:val="99"/>
    <w:rsid w:val="00694983"/>
  </w:style>
  <w:style w:type="character" w:customStyle="1" w:styleId="others5">
    <w:name w:val="others5"/>
    <w:basedOn w:val="DefaultParagraphFont"/>
    <w:uiPriority w:val="99"/>
    <w:rsid w:val="00694983"/>
  </w:style>
  <w:style w:type="character" w:customStyle="1" w:styleId="others33">
    <w:name w:val="others33"/>
    <w:basedOn w:val="DefaultParagraphFont"/>
    <w:uiPriority w:val="99"/>
    <w:rsid w:val="00694983"/>
  </w:style>
  <w:style w:type="character" w:customStyle="1" w:styleId="fio9">
    <w:name w:val="fio9"/>
    <w:basedOn w:val="DefaultParagraphFont"/>
    <w:uiPriority w:val="99"/>
    <w:rsid w:val="00694983"/>
  </w:style>
  <w:style w:type="paragraph" w:customStyle="1" w:styleId="style3">
    <w:name w:val="style3"/>
    <w:basedOn w:val="Normal"/>
    <w:uiPriority w:val="99"/>
    <w:rsid w:val="00694983"/>
    <w:pPr>
      <w:spacing w:after="150"/>
    </w:pPr>
    <w:rPr>
      <w:sz w:val="24"/>
      <w:szCs w:val="24"/>
    </w:rPr>
  </w:style>
  <w:style w:type="character" w:customStyle="1" w:styleId="address2">
    <w:name w:val="address2"/>
    <w:basedOn w:val="DefaultParagraphFont"/>
    <w:uiPriority w:val="99"/>
    <w:rsid w:val="00694983"/>
  </w:style>
  <w:style w:type="character" w:customStyle="1" w:styleId="others25">
    <w:name w:val="others25"/>
    <w:basedOn w:val="DefaultParagraphFont"/>
    <w:uiPriority w:val="99"/>
    <w:rsid w:val="00694983"/>
  </w:style>
  <w:style w:type="character" w:customStyle="1" w:styleId="others24">
    <w:name w:val="others24"/>
    <w:basedOn w:val="DefaultParagraphFont"/>
    <w:uiPriority w:val="99"/>
    <w:rsid w:val="00694983"/>
  </w:style>
  <w:style w:type="character" w:customStyle="1" w:styleId="others10">
    <w:name w:val="others10"/>
    <w:basedOn w:val="DefaultParagraphFont"/>
    <w:uiPriority w:val="99"/>
    <w:rsid w:val="00694983"/>
  </w:style>
  <w:style w:type="character" w:customStyle="1" w:styleId="others11">
    <w:name w:val="others11"/>
    <w:basedOn w:val="DefaultParagraphFont"/>
    <w:uiPriority w:val="99"/>
    <w:rsid w:val="00694983"/>
  </w:style>
  <w:style w:type="character" w:customStyle="1" w:styleId="fio5">
    <w:name w:val="fio5"/>
    <w:basedOn w:val="DefaultParagraphFont"/>
    <w:uiPriority w:val="99"/>
    <w:rsid w:val="00694983"/>
  </w:style>
  <w:style w:type="character" w:customStyle="1" w:styleId="others13">
    <w:name w:val="others13"/>
    <w:basedOn w:val="DefaultParagraphFont"/>
    <w:uiPriority w:val="99"/>
    <w:rsid w:val="00694983"/>
  </w:style>
  <w:style w:type="character" w:customStyle="1" w:styleId="others26">
    <w:name w:val="others26"/>
    <w:basedOn w:val="DefaultParagraphFont"/>
    <w:uiPriority w:val="99"/>
    <w:rsid w:val="00694983"/>
  </w:style>
  <w:style w:type="character" w:customStyle="1" w:styleId="others27">
    <w:name w:val="others27"/>
    <w:basedOn w:val="DefaultParagraphFont"/>
    <w:uiPriority w:val="99"/>
    <w:rsid w:val="00694983"/>
  </w:style>
  <w:style w:type="character" w:customStyle="1" w:styleId="others28">
    <w:name w:val="others28"/>
    <w:basedOn w:val="DefaultParagraphFont"/>
    <w:uiPriority w:val="99"/>
    <w:rsid w:val="00694983"/>
  </w:style>
  <w:style w:type="character" w:customStyle="1" w:styleId="others29">
    <w:name w:val="others29"/>
    <w:basedOn w:val="DefaultParagraphFont"/>
    <w:uiPriority w:val="99"/>
    <w:rsid w:val="00694983"/>
  </w:style>
  <w:style w:type="paragraph" w:styleId="NoSpacing">
    <w:name w:val="No Spacing"/>
    <w:uiPriority w:val="99"/>
    <w:qFormat/>
    <w:rsid w:val="00262986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262986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2986"/>
  </w:style>
  <w:style w:type="paragraph" w:styleId="Footer">
    <w:name w:val="footer"/>
    <w:basedOn w:val="Normal"/>
    <w:link w:val="FooterChar"/>
    <w:uiPriority w:val="99"/>
    <w:semiHidden/>
    <w:rsid w:val="0026298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2986"/>
  </w:style>
  <w:style w:type="character" w:styleId="Strong">
    <w:name w:val="Strong"/>
    <w:basedOn w:val="DefaultParagraphFont"/>
    <w:uiPriority w:val="99"/>
    <w:qFormat/>
    <w:rsid w:val="005D13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0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188">
              <w:marLeft w:val="0"/>
              <w:marRight w:val="0"/>
              <w:marTop w:val="22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0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10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102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102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02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10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102242">
                                                      <w:marLeft w:val="45"/>
                                                      <w:marRight w:val="46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8102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8102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8102167">
                                                                  <w:marLeft w:val="7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102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21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8102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8102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102088">
      <w:marLeft w:val="0"/>
      <w:marRight w:val="0"/>
      <w:marTop w:val="55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10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209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02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10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0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10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2103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0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10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2170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0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10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2123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0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10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2155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0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10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810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2237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0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10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221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0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10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10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210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2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02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10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210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0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1</Pages>
  <Words>146</Words>
  <Characters>835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Yusudurov</dc:creator>
  <cp:keywords/>
  <dc:description/>
  <cp:lastModifiedBy>user</cp:lastModifiedBy>
  <cp:revision>10</cp:revision>
  <cp:lastPrinted>2014-09-22T06:51:00Z</cp:lastPrinted>
  <dcterms:created xsi:type="dcterms:W3CDTF">2014-07-07T06:26:00Z</dcterms:created>
  <dcterms:modified xsi:type="dcterms:W3CDTF">2005-01-02T20:52:00Z</dcterms:modified>
</cp:coreProperties>
</file>